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569" w:rsidRDefault="004E6569" w:rsidP="004E6569">
      <w:pPr>
        <w:pStyle w:val="Heading1"/>
      </w:pPr>
      <w:r>
        <w:rPr>
          <w:noProof/>
          <w:sz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46990</wp:posOffset>
            </wp:positionH>
            <wp:positionV relativeFrom="paragraph">
              <wp:posOffset>0</wp:posOffset>
            </wp:positionV>
            <wp:extent cx="819785" cy="90487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Program Files\Microsoft Office\Clipart\corpbas\j0078994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78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724D">
        <w:t>TO: CAMS South</w:t>
      </w:r>
      <w:r>
        <w:t xml:space="preserve"> Social Studies Department</w:t>
      </w:r>
    </w:p>
    <w:p w:rsidR="004E6569" w:rsidRDefault="004E6569" w:rsidP="004E6569">
      <w:pPr>
        <w:pStyle w:val="Heading1"/>
      </w:pPr>
      <w:r>
        <w:t xml:space="preserve">From: Tom VanArsdale </w:t>
      </w:r>
    </w:p>
    <w:p w:rsidR="004E6569" w:rsidRDefault="00C9724D" w:rsidP="004E656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Date: 9/13</w:t>
      </w:r>
      <w:r w:rsidR="004E6569">
        <w:rPr>
          <w:rFonts w:ascii="Arial" w:hAnsi="Arial" w:cs="Arial"/>
          <w:b/>
          <w:bCs/>
        </w:rPr>
        <w:t>/12</w:t>
      </w:r>
    </w:p>
    <w:p w:rsidR="004E6569" w:rsidRDefault="004E6569" w:rsidP="004E656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RE: </w:t>
      </w:r>
      <w:r w:rsidR="00C9724D">
        <w:rPr>
          <w:rFonts w:ascii="Arial" w:hAnsi="Arial" w:cs="Arial"/>
          <w:b/>
          <w:bCs/>
        </w:rPr>
        <w:t>South</w:t>
      </w:r>
      <w:r>
        <w:rPr>
          <w:rFonts w:ascii="Arial" w:hAnsi="Arial" w:cs="Arial"/>
          <w:b/>
          <w:bCs/>
        </w:rPr>
        <w:t xml:space="preserve"> Full Department Meeting</w:t>
      </w:r>
    </w:p>
    <w:p w:rsidR="004E6569" w:rsidRDefault="004E6569" w:rsidP="004E6569">
      <w:pPr>
        <w:rPr>
          <w:rFonts w:ascii="Arial" w:hAnsi="Arial" w:cs="Arial"/>
          <w:b/>
          <w:bCs/>
        </w:rPr>
      </w:pPr>
    </w:p>
    <w:p w:rsidR="004E6569" w:rsidRDefault="004E6569" w:rsidP="004E6569">
      <w:pPr>
        <w:rPr>
          <w:rFonts w:ascii="Arial" w:hAnsi="Arial" w:cs="Arial"/>
          <w:b/>
          <w:bCs/>
        </w:rPr>
      </w:pPr>
    </w:p>
    <w:p w:rsidR="004E6569" w:rsidRDefault="004E6569" w:rsidP="004E6569">
      <w:pPr>
        <w:rPr>
          <w:rFonts w:ascii="Arial" w:hAnsi="Arial" w:cs="Arial"/>
          <w:b/>
          <w:bCs/>
        </w:rPr>
      </w:pPr>
      <w:bookmarkStart w:id="0" w:name="_GoBack"/>
      <w:bookmarkEnd w:id="0"/>
    </w:p>
    <w:p w:rsidR="004E6569" w:rsidRDefault="004E6569" w:rsidP="004E656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I.  PLC Meetings </w:t>
      </w:r>
    </w:p>
    <w:p w:rsidR="004E6569" w:rsidRDefault="004E6569" w:rsidP="004E6569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Prompt and Productive </w:t>
      </w:r>
    </w:p>
    <w:p w:rsidR="004E6569" w:rsidRDefault="004E6569" w:rsidP="004E6569">
      <w:pPr>
        <w:numPr>
          <w:ilvl w:val="0"/>
          <w:numId w:val="1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Upload meeting minutes onto the Social Studies Wiki </w:t>
      </w:r>
    </w:p>
    <w:p w:rsidR="004E6569" w:rsidRDefault="004E6569" w:rsidP="004E6569">
      <w:pPr>
        <w:rPr>
          <w:rFonts w:ascii="Arial" w:hAnsi="Arial" w:cs="Arial"/>
        </w:rPr>
      </w:pPr>
    </w:p>
    <w:p w:rsidR="004E6569" w:rsidRDefault="004E6569" w:rsidP="004E6569">
      <w:pPr>
        <w:pStyle w:val="Heading1"/>
      </w:pPr>
      <w:r>
        <w:t xml:space="preserve">II. Goals </w:t>
      </w:r>
    </w:p>
    <w:p w:rsidR="004E6569" w:rsidRDefault="004E6569" w:rsidP="004E6569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Focus on 1 area from the Danielson model framework </w:t>
      </w:r>
    </w:p>
    <w:p w:rsidR="004E6569" w:rsidRPr="004E6569" w:rsidRDefault="004E6569" w:rsidP="004E6569">
      <w:pPr>
        <w:numPr>
          <w:ilvl w:val="0"/>
          <w:numId w:val="2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EOY- Bring artifacts on growth within that area </w:t>
      </w:r>
    </w:p>
    <w:p w:rsidR="004E6569" w:rsidRDefault="004E6569" w:rsidP="004E6569">
      <w:pPr>
        <w:rPr>
          <w:rFonts w:ascii="Arial" w:hAnsi="Arial" w:cs="Arial"/>
        </w:rPr>
      </w:pPr>
    </w:p>
    <w:p w:rsidR="004E6569" w:rsidRDefault="004E6569" w:rsidP="004E6569">
      <w:pPr>
        <w:pStyle w:val="Heading1"/>
      </w:pPr>
      <w:r>
        <w:t>III. Supervision Plans</w:t>
      </w:r>
    </w:p>
    <w:p w:rsidR="004E6569" w:rsidRDefault="004E6569" w:rsidP="004E6569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Observation</w:t>
      </w:r>
    </w:p>
    <w:p w:rsidR="004E6569" w:rsidRDefault="004E6569" w:rsidP="004E6569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>Self-Directed Study</w:t>
      </w:r>
    </w:p>
    <w:p w:rsidR="004E6569" w:rsidRDefault="004E6569" w:rsidP="004E6569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Peer Collaboration </w:t>
      </w:r>
    </w:p>
    <w:p w:rsidR="004E6569" w:rsidRPr="004E6569" w:rsidRDefault="00052D50" w:rsidP="004E6569">
      <w:pPr>
        <w:numPr>
          <w:ilvl w:val="0"/>
          <w:numId w:val="3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Role of Data </w:t>
      </w:r>
    </w:p>
    <w:p w:rsidR="004E6569" w:rsidRDefault="004E6569" w:rsidP="004E6569">
      <w:pPr>
        <w:rPr>
          <w:rFonts w:ascii="Arial" w:hAnsi="Arial" w:cs="Arial"/>
        </w:rPr>
      </w:pPr>
    </w:p>
    <w:p w:rsidR="004E6569" w:rsidRDefault="00052D50" w:rsidP="00052D50">
      <w:pPr>
        <w:pStyle w:val="Heading1"/>
      </w:pPr>
      <w:r>
        <w:t xml:space="preserve">IV. Common Assessments </w:t>
      </w:r>
    </w:p>
    <w:p w:rsidR="00052D50" w:rsidRDefault="00052D50" w:rsidP="00052D50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>
        <w:rPr>
          <w:rFonts w:ascii="Arial" w:hAnsi="Arial" w:cs="Arial"/>
        </w:rPr>
        <w:t xml:space="preserve">Overview on progress </w:t>
      </w:r>
    </w:p>
    <w:p w:rsidR="00052D50" w:rsidRPr="00052D50" w:rsidRDefault="00052D50" w:rsidP="00052D50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052D50">
        <w:rPr>
          <w:rFonts w:ascii="Arial" w:hAnsi="Arial" w:cs="Arial"/>
        </w:rPr>
        <w:t xml:space="preserve">Benchmarks </w:t>
      </w:r>
    </w:p>
    <w:p w:rsidR="00052D50" w:rsidRDefault="00052D50" w:rsidP="00052D50">
      <w:pPr>
        <w:pStyle w:val="ListParagraph"/>
        <w:numPr>
          <w:ilvl w:val="0"/>
          <w:numId w:val="5"/>
        </w:numPr>
        <w:rPr>
          <w:rFonts w:ascii="Arial" w:hAnsi="Arial" w:cs="Arial"/>
        </w:rPr>
      </w:pPr>
      <w:r w:rsidRPr="00052D50">
        <w:rPr>
          <w:rFonts w:ascii="Arial" w:hAnsi="Arial" w:cs="Arial"/>
        </w:rPr>
        <w:t xml:space="preserve">Trainings </w:t>
      </w:r>
    </w:p>
    <w:p w:rsidR="00052D50" w:rsidRDefault="00052D50" w:rsidP="00052D50">
      <w:pPr>
        <w:rPr>
          <w:rFonts w:ascii="Arial" w:hAnsi="Arial" w:cs="Arial"/>
        </w:rPr>
      </w:pPr>
    </w:p>
    <w:p w:rsidR="00052D50" w:rsidRDefault="00052D50" w:rsidP="00052D50">
      <w:pPr>
        <w:rPr>
          <w:rFonts w:ascii="Arial" w:hAnsi="Arial" w:cs="Arial"/>
          <w:b/>
        </w:rPr>
      </w:pPr>
      <w:r w:rsidRPr="00052D50">
        <w:rPr>
          <w:rFonts w:ascii="Arial" w:hAnsi="Arial" w:cs="Arial"/>
          <w:b/>
        </w:rPr>
        <w:t xml:space="preserve">V. Literacy </w:t>
      </w:r>
    </w:p>
    <w:p w:rsidR="00052D50" w:rsidRPr="00052D50" w:rsidRDefault="00052D50" w:rsidP="00052D50">
      <w:pPr>
        <w:pStyle w:val="ListParagraph"/>
        <w:numPr>
          <w:ilvl w:val="0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15-20 minutes of literacy strategy per lesson </w:t>
      </w:r>
    </w:p>
    <w:p w:rsidR="00052D50" w:rsidRPr="00052D50" w:rsidRDefault="00052D50" w:rsidP="00052D50">
      <w:pPr>
        <w:pStyle w:val="ListParagraph"/>
        <w:numPr>
          <w:ilvl w:val="0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Primary Sources</w:t>
      </w:r>
    </w:p>
    <w:p w:rsidR="00052D50" w:rsidRPr="00052D50" w:rsidRDefault="00052D50" w:rsidP="00052D50">
      <w:pPr>
        <w:pStyle w:val="ListParagraph"/>
        <w:numPr>
          <w:ilvl w:val="0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Literacy Coaches </w:t>
      </w:r>
    </w:p>
    <w:p w:rsidR="00052D50" w:rsidRPr="00052D50" w:rsidRDefault="00052D50" w:rsidP="00052D50">
      <w:pPr>
        <w:pStyle w:val="ListParagraph"/>
        <w:numPr>
          <w:ilvl w:val="0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Communication with ELA (ex: tasks) </w:t>
      </w:r>
    </w:p>
    <w:p w:rsidR="00052D50" w:rsidRPr="00052D50" w:rsidRDefault="00052D50" w:rsidP="00052D50">
      <w:pPr>
        <w:pStyle w:val="ListParagraph"/>
        <w:numPr>
          <w:ilvl w:val="0"/>
          <w:numId w:val="6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Building writing stamina </w:t>
      </w:r>
    </w:p>
    <w:p w:rsidR="00052D50" w:rsidRDefault="00052D50" w:rsidP="00052D50">
      <w:pPr>
        <w:rPr>
          <w:rFonts w:ascii="Arial" w:hAnsi="Arial" w:cs="Arial"/>
          <w:b/>
        </w:rPr>
      </w:pPr>
    </w:p>
    <w:p w:rsidR="00052D50" w:rsidRDefault="00052D50" w:rsidP="00052D5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VI. Lessons </w:t>
      </w:r>
    </w:p>
    <w:p w:rsidR="00052D50" w:rsidRPr="00052D50" w:rsidRDefault="00052D50" w:rsidP="00052D50">
      <w:pPr>
        <w:pStyle w:val="ListParagraph"/>
        <w:numPr>
          <w:ilvl w:val="0"/>
          <w:numId w:val="9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Student Engagement</w:t>
      </w:r>
    </w:p>
    <w:p w:rsidR="00052D50" w:rsidRPr="00052D50" w:rsidRDefault="00052D50" w:rsidP="00052D50">
      <w:pPr>
        <w:pStyle w:val="ListParagraph"/>
        <w:numPr>
          <w:ilvl w:val="0"/>
          <w:numId w:val="9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Higher Order Thinking</w:t>
      </w:r>
    </w:p>
    <w:p w:rsidR="00052D50" w:rsidRPr="00052D50" w:rsidRDefault="00052D50" w:rsidP="00052D50">
      <w:pPr>
        <w:pStyle w:val="ListParagraph"/>
        <w:numPr>
          <w:ilvl w:val="0"/>
          <w:numId w:val="9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Celebrate Student Work</w:t>
      </w:r>
    </w:p>
    <w:p w:rsidR="00052D50" w:rsidRPr="00052D50" w:rsidRDefault="00052D50" w:rsidP="00052D50">
      <w:pPr>
        <w:pStyle w:val="ListParagraph"/>
        <w:numPr>
          <w:ilvl w:val="0"/>
          <w:numId w:val="9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Provide Focus with LEQ’s (Posted) </w:t>
      </w:r>
    </w:p>
    <w:p w:rsidR="00052D50" w:rsidRDefault="00052D50" w:rsidP="00052D50">
      <w:pPr>
        <w:rPr>
          <w:rFonts w:ascii="Arial" w:hAnsi="Arial" w:cs="Arial"/>
          <w:b/>
        </w:rPr>
      </w:pPr>
    </w:p>
    <w:p w:rsidR="00052D50" w:rsidRDefault="00052D50" w:rsidP="00052D5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Special Events </w:t>
      </w:r>
    </w:p>
    <w:p w:rsidR="00052D50" w:rsidRPr="00052D50" w:rsidRDefault="00052D50" w:rsidP="00052D50">
      <w:pPr>
        <w:pStyle w:val="ListParagraph"/>
        <w:numPr>
          <w:ilvl w:val="0"/>
          <w:numId w:val="8"/>
        </w:numPr>
        <w:rPr>
          <w:rFonts w:ascii="Arial" w:hAnsi="Arial" w:cs="Arial"/>
          <w:b/>
        </w:rPr>
      </w:pPr>
      <w:r>
        <w:rPr>
          <w:rFonts w:ascii="Arial" w:hAnsi="Arial" w:cs="Arial"/>
        </w:rPr>
        <w:t>Geography Bee</w:t>
      </w:r>
    </w:p>
    <w:p w:rsidR="00052D50" w:rsidRPr="00052D50" w:rsidRDefault="00052D50" w:rsidP="00052D50">
      <w:pPr>
        <w:pStyle w:val="ListParagraph"/>
        <w:numPr>
          <w:ilvl w:val="0"/>
          <w:numId w:val="8"/>
        </w:num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2012 Election </w:t>
      </w:r>
    </w:p>
    <w:p w:rsidR="00052D50" w:rsidRDefault="00052D50" w:rsidP="00052D50">
      <w:pPr>
        <w:rPr>
          <w:rFonts w:ascii="Arial" w:hAnsi="Arial" w:cs="Arial"/>
          <w:b/>
        </w:rPr>
      </w:pPr>
    </w:p>
    <w:p w:rsidR="00052D50" w:rsidRPr="00052D50" w:rsidRDefault="00052D50" w:rsidP="00052D50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VII. Hot Topics </w:t>
      </w:r>
    </w:p>
    <w:p w:rsidR="00052D50" w:rsidRPr="00052D50" w:rsidRDefault="00052D50" w:rsidP="00052D50">
      <w:pPr>
        <w:rPr>
          <w:rFonts w:ascii="Arial" w:hAnsi="Arial" w:cs="Arial"/>
          <w:b/>
        </w:rPr>
      </w:pPr>
    </w:p>
    <w:p w:rsidR="004E6569" w:rsidRDefault="004E6569" w:rsidP="004E6569">
      <w:pPr>
        <w:rPr>
          <w:rFonts w:ascii="Arial" w:hAnsi="Arial" w:cs="Arial"/>
        </w:rPr>
      </w:pPr>
    </w:p>
    <w:p w:rsidR="004E6569" w:rsidRDefault="004E6569" w:rsidP="004E6569">
      <w:pPr>
        <w:rPr>
          <w:rFonts w:ascii="Arial" w:hAnsi="Arial" w:cs="Arial"/>
        </w:rPr>
      </w:pPr>
    </w:p>
    <w:p w:rsidR="004E6569" w:rsidRPr="004E6569" w:rsidRDefault="004E6569" w:rsidP="004E6569">
      <w:pPr>
        <w:rPr>
          <w:b/>
        </w:rPr>
      </w:pPr>
    </w:p>
    <w:sectPr w:rsidR="004E6569" w:rsidRPr="004E6569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0546B"/>
    <w:multiLevelType w:val="hybridMultilevel"/>
    <w:tmpl w:val="B890ECEE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2A7358F"/>
    <w:multiLevelType w:val="hybridMultilevel"/>
    <w:tmpl w:val="C51C74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475B02"/>
    <w:multiLevelType w:val="hybridMultilevel"/>
    <w:tmpl w:val="5CBE4B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183DCF"/>
    <w:multiLevelType w:val="hybridMultilevel"/>
    <w:tmpl w:val="CC6C09AA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4">
    <w:nsid w:val="3A0338D5"/>
    <w:multiLevelType w:val="hybridMultilevel"/>
    <w:tmpl w:val="0AA4ACA2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>
    <w:nsid w:val="496D1DE9"/>
    <w:multiLevelType w:val="hybridMultilevel"/>
    <w:tmpl w:val="548E64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46B29D0"/>
    <w:multiLevelType w:val="hybridMultilevel"/>
    <w:tmpl w:val="9B60418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9BD352F"/>
    <w:multiLevelType w:val="hybridMultilevel"/>
    <w:tmpl w:val="0E38C4C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4455543"/>
    <w:multiLevelType w:val="hybridMultilevel"/>
    <w:tmpl w:val="4142F7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6"/>
  </w:num>
  <w:num w:numId="4">
    <w:abstractNumId w:val="0"/>
  </w:num>
  <w:num w:numId="5">
    <w:abstractNumId w:val="2"/>
  </w:num>
  <w:num w:numId="6">
    <w:abstractNumId w:val="1"/>
  </w:num>
  <w:num w:numId="7">
    <w:abstractNumId w:val="5"/>
  </w:num>
  <w:num w:numId="8">
    <w:abstractNumId w:val="4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569"/>
    <w:rsid w:val="00052D50"/>
    <w:rsid w:val="00155060"/>
    <w:rsid w:val="004E6569"/>
    <w:rsid w:val="00C972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5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E6569"/>
    <w:pPr>
      <w:keepNext/>
      <w:outlineLvl w:val="0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E6569"/>
    <w:rPr>
      <w:rFonts w:ascii="Arial" w:eastAsia="Times New Roman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052D5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E65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E6569"/>
    <w:pPr>
      <w:keepNext/>
      <w:outlineLvl w:val="0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E6569"/>
    <w:rPr>
      <w:rFonts w:ascii="Arial" w:eastAsia="Times New Roman" w:hAnsi="Arial" w:cs="Arial"/>
      <w:b/>
      <w:bCs/>
      <w:sz w:val="24"/>
      <w:szCs w:val="24"/>
    </w:rPr>
  </w:style>
  <w:style w:type="paragraph" w:styleId="ListParagraph">
    <w:name w:val="List Paragraph"/>
    <w:basedOn w:val="Normal"/>
    <w:uiPriority w:val="34"/>
    <w:qFormat/>
    <w:rsid w:val="00052D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43B3187C</Template>
  <TotalTime>0</TotalTime>
  <Pages>2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819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Thomas VanArsdale</dc:creator>
  <cp:keywords/>
  <dc:description/>
  <cp:lastModifiedBy>Thomas VanArsdale</cp:lastModifiedBy>
  <cp:revision>2</cp:revision>
  <dcterms:created xsi:type="dcterms:W3CDTF">2012-09-07T21:16:00Z</dcterms:created>
  <dcterms:modified xsi:type="dcterms:W3CDTF">2012-09-07T21:16:00Z</dcterms:modified>
</cp:coreProperties>
</file>